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347087" w:rsidRPr="00695443" w:rsidRDefault="005D1813" w:rsidP="00695443">
      <w:pPr>
        <w:pStyle w:val="Title"/>
        <w:spacing w:line="360"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Pr="001D2483" w:rsidRDefault="005D1813" w:rsidP="0069544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F36839" w:rsidRDefault="005D1813" w:rsidP="00695443">
      <w:pPr>
        <w:spacing w:after="120" w:line="360" w:lineRule="auto"/>
        <w:ind w:left="187" w:hanging="11"/>
        <w:jc w:val="center"/>
        <w:rPr>
          <w:rFonts w:ascii="Times New Roman" w:hAnsi="Times New Roman"/>
          <w:b/>
          <w:lang w:val="bg-BG"/>
        </w:rPr>
      </w:pPr>
      <w:r w:rsidRPr="00F36839">
        <w:rPr>
          <w:rFonts w:ascii="Times New Roman" w:hAnsi="Times New Roman"/>
          <w:b/>
          <w:lang w:val="bg-BG"/>
        </w:rPr>
        <w:t>“</w:t>
      </w:r>
      <w:proofErr w:type="spellStart"/>
      <w:r w:rsidR="00F36839" w:rsidRPr="00F36839">
        <w:rPr>
          <w:rFonts w:ascii="Times New Roman" w:hAnsi="Times New Roman"/>
          <w:b/>
        </w:rPr>
        <w:t>Доставка</w:t>
      </w:r>
      <w:proofErr w:type="spellEnd"/>
      <w:r w:rsidR="00F36839" w:rsidRPr="00F36839">
        <w:rPr>
          <w:rFonts w:ascii="Times New Roman" w:hAnsi="Times New Roman"/>
          <w:b/>
        </w:rPr>
        <w:t xml:space="preserve"> </w:t>
      </w:r>
      <w:proofErr w:type="spellStart"/>
      <w:r w:rsidR="00F36839" w:rsidRPr="00F36839">
        <w:rPr>
          <w:rFonts w:ascii="Times New Roman" w:hAnsi="Times New Roman"/>
          <w:b/>
        </w:rPr>
        <w:t>на</w:t>
      </w:r>
      <w:proofErr w:type="spellEnd"/>
      <w:r w:rsidR="00F36839" w:rsidRPr="00F36839">
        <w:rPr>
          <w:rFonts w:ascii="Times New Roman" w:hAnsi="Times New Roman"/>
          <w:b/>
        </w:rPr>
        <w:t xml:space="preserve"> </w:t>
      </w:r>
      <w:proofErr w:type="spellStart"/>
      <w:r w:rsidR="00F36839" w:rsidRPr="00F36839">
        <w:rPr>
          <w:rFonts w:ascii="Times New Roman" w:hAnsi="Times New Roman"/>
          <w:b/>
        </w:rPr>
        <w:t>дюаров</w:t>
      </w:r>
      <w:proofErr w:type="spellEnd"/>
      <w:r w:rsidR="00F36839" w:rsidRPr="00F36839">
        <w:rPr>
          <w:rFonts w:ascii="Times New Roman" w:hAnsi="Times New Roman"/>
          <w:b/>
        </w:rPr>
        <w:t xml:space="preserve"> </w:t>
      </w:r>
      <w:proofErr w:type="spellStart"/>
      <w:r w:rsidR="00F36839" w:rsidRPr="00F36839">
        <w:rPr>
          <w:rFonts w:ascii="Times New Roman" w:hAnsi="Times New Roman"/>
          <w:b/>
        </w:rPr>
        <w:t>съд</w:t>
      </w:r>
      <w:proofErr w:type="spellEnd"/>
      <w:r w:rsidR="00F36839" w:rsidRPr="00F36839">
        <w:rPr>
          <w:rFonts w:ascii="Times New Roman" w:hAnsi="Times New Roman"/>
          <w:b/>
        </w:rPr>
        <w:t xml:space="preserve"> с </w:t>
      </w:r>
      <w:proofErr w:type="spellStart"/>
      <w:r w:rsidR="00F36839" w:rsidRPr="00F36839">
        <w:rPr>
          <w:rFonts w:ascii="Times New Roman" w:hAnsi="Times New Roman"/>
          <w:b/>
        </w:rPr>
        <w:t>комбинирано</w:t>
      </w:r>
      <w:proofErr w:type="spellEnd"/>
      <w:r w:rsidR="00F36839" w:rsidRPr="00F36839">
        <w:rPr>
          <w:rFonts w:ascii="Times New Roman" w:hAnsi="Times New Roman"/>
          <w:b/>
        </w:rPr>
        <w:t xml:space="preserve"> </w:t>
      </w:r>
      <w:proofErr w:type="spellStart"/>
      <w:r w:rsidR="00F36839" w:rsidRPr="00F36839">
        <w:rPr>
          <w:rFonts w:ascii="Times New Roman" w:hAnsi="Times New Roman"/>
          <w:b/>
        </w:rPr>
        <w:t>охлаждане</w:t>
      </w:r>
      <w:proofErr w:type="spellEnd"/>
      <w:r w:rsidR="00F36839" w:rsidRPr="00F36839">
        <w:rPr>
          <w:rFonts w:ascii="Times New Roman" w:hAnsi="Times New Roman"/>
          <w:b/>
        </w:rPr>
        <w:t xml:space="preserve"> </w:t>
      </w:r>
      <w:proofErr w:type="spellStart"/>
      <w:r w:rsidR="00F36839" w:rsidRPr="00F36839">
        <w:rPr>
          <w:rFonts w:ascii="Times New Roman" w:hAnsi="Times New Roman"/>
          <w:b/>
        </w:rPr>
        <w:t>за</w:t>
      </w:r>
      <w:proofErr w:type="spellEnd"/>
      <w:r w:rsidR="00F36839" w:rsidRPr="00F36839">
        <w:rPr>
          <w:rFonts w:ascii="Times New Roman" w:hAnsi="Times New Roman"/>
          <w:b/>
        </w:rPr>
        <w:t xml:space="preserve"> </w:t>
      </w:r>
      <w:proofErr w:type="spellStart"/>
      <w:r w:rsidR="00F36839" w:rsidRPr="00F36839">
        <w:rPr>
          <w:rFonts w:ascii="Times New Roman" w:hAnsi="Times New Roman"/>
          <w:b/>
        </w:rPr>
        <w:t>полупроводников</w:t>
      </w:r>
      <w:proofErr w:type="spellEnd"/>
      <w:r w:rsidR="00F36839" w:rsidRPr="00F36839">
        <w:rPr>
          <w:rFonts w:ascii="Times New Roman" w:hAnsi="Times New Roman"/>
          <w:b/>
        </w:rPr>
        <w:t xml:space="preserve"> </w:t>
      </w:r>
      <w:proofErr w:type="spellStart"/>
      <w:r w:rsidR="00F36839" w:rsidRPr="00F36839">
        <w:rPr>
          <w:rFonts w:ascii="Times New Roman" w:hAnsi="Times New Roman"/>
          <w:b/>
        </w:rPr>
        <w:t>детектор</w:t>
      </w:r>
      <w:proofErr w:type="spellEnd"/>
      <w:r w:rsidR="00F36839" w:rsidRPr="00F36839">
        <w:rPr>
          <w:rFonts w:ascii="Times New Roman" w:hAnsi="Times New Roman"/>
          <w:b/>
        </w:rPr>
        <w:t xml:space="preserve"> </w:t>
      </w:r>
      <w:proofErr w:type="spellStart"/>
      <w:r w:rsidR="00F36839" w:rsidRPr="00F36839">
        <w:rPr>
          <w:rFonts w:ascii="Times New Roman" w:hAnsi="Times New Roman"/>
          <w:b/>
        </w:rPr>
        <w:t>на</w:t>
      </w:r>
      <w:proofErr w:type="spellEnd"/>
      <w:r w:rsidR="00F36839" w:rsidRPr="00F36839">
        <w:rPr>
          <w:rFonts w:ascii="Times New Roman" w:hAnsi="Times New Roman"/>
          <w:b/>
        </w:rPr>
        <w:t xml:space="preserve"> </w:t>
      </w:r>
      <w:proofErr w:type="spellStart"/>
      <w:r w:rsidR="00F36839" w:rsidRPr="00F36839">
        <w:rPr>
          <w:rFonts w:ascii="Times New Roman" w:hAnsi="Times New Roman"/>
          <w:b/>
        </w:rPr>
        <w:t>гама</w:t>
      </w:r>
      <w:proofErr w:type="spellEnd"/>
      <w:r w:rsidR="00F36839" w:rsidRPr="00F36839">
        <w:rPr>
          <w:rFonts w:ascii="Times New Roman" w:hAnsi="Times New Roman"/>
          <w:b/>
        </w:rPr>
        <w:t xml:space="preserve"> </w:t>
      </w:r>
      <w:proofErr w:type="spellStart"/>
      <w:r w:rsidR="00F36839" w:rsidRPr="00F36839">
        <w:rPr>
          <w:rFonts w:ascii="Times New Roman" w:hAnsi="Times New Roman"/>
          <w:b/>
        </w:rPr>
        <w:t>спектрометрични</w:t>
      </w:r>
      <w:proofErr w:type="spellEnd"/>
      <w:r w:rsidR="00F36839" w:rsidRPr="00F36839">
        <w:rPr>
          <w:rFonts w:ascii="Times New Roman" w:hAnsi="Times New Roman"/>
          <w:b/>
        </w:rPr>
        <w:t xml:space="preserve"> </w:t>
      </w:r>
      <w:proofErr w:type="spellStart"/>
      <w:r w:rsidR="00F36839" w:rsidRPr="00F36839">
        <w:rPr>
          <w:rFonts w:ascii="Times New Roman" w:hAnsi="Times New Roman"/>
          <w:b/>
        </w:rPr>
        <w:t>систем</w:t>
      </w:r>
      <w:proofErr w:type="spellEnd"/>
      <w:r w:rsidR="00BD16A3">
        <w:rPr>
          <w:rFonts w:ascii="Times New Roman" w:hAnsi="Times New Roman"/>
          <w:b/>
          <w:lang w:val="bg-BG"/>
        </w:rPr>
        <w:t>и</w:t>
      </w:r>
      <w:r w:rsidRPr="00F36839">
        <w:rPr>
          <w:rFonts w:ascii="Times New Roman" w:hAnsi="Times New Roman"/>
          <w:b/>
          <w:lang w:val="bg-BG"/>
        </w:rPr>
        <w:t>”</w:t>
      </w:r>
    </w:p>
    <w:p w:rsidR="00DC454F" w:rsidRPr="00F36839"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B4E5C" w:rsidRDefault="00347087" w:rsidP="00967812">
      <w:pPr>
        <w:pStyle w:val="Heading1"/>
        <w:spacing w:after="120"/>
      </w:pPr>
      <w:r>
        <w:t>ДЕКЛАРИРАМ</w:t>
      </w:r>
      <w:r w:rsidR="00DC454F">
        <w:t>, ЧЕ:</w:t>
      </w:r>
    </w:p>
    <w:p w:rsidR="00C72940" w:rsidRPr="00DB4E5C" w:rsidRDefault="00C72940" w:rsidP="00C72940">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sidR="000139B5">
        <w:rPr>
          <w:rFonts w:ascii="Times New Roman" w:hAnsi="Times New Roman"/>
          <w:lang w:val="bg-BG" w:eastAsia="bg-BG"/>
        </w:rPr>
        <w:t>ите дейности</w:t>
      </w:r>
      <w:r>
        <w:rPr>
          <w:rFonts w:ascii="Times New Roman" w:hAnsi="Times New Roman"/>
          <w:lang w:val="bg-BG" w:eastAsia="bg-BG"/>
        </w:rPr>
        <w:t xml:space="preserve"> </w:t>
      </w:r>
      <w:r w:rsidR="000139B5">
        <w:rPr>
          <w:rFonts w:ascii="Times New Roman" w:hAnsi="Times New Roman"/>
          <w:lang w:val="bg-BG" w:eastAsia="bg-BG"/>
        </w:rPr>
        <w:t>с предмет</w:t>
      </w:r>
      <w:r w:rsidR="003D3F29">
        <w:rPr>
          <w:rFonts w:ascii="Times New Roman" w:hAnsi="Times New Roman"/>
          <w:lang w:val="bg-BG" w:eastAsia="bg-BG"/>
        </w:rPr>
        <w:t xml:space="preserve"> и обем,</w:t>
      </w:r>
      <w:r w:rsidR="000139B5">
        <w:rPr>
          <w:rFonts w:ascii="Times New Roman" w:hAnsi="Times New Roman"/>
          <w:lang w:val="bg-BG" w:eastAsia="bg-BG"/>
        </w:rPr>
        <w:t xml:space="preserve"> </w:t>
      </w:r>
      <w:r>
        <w:rPr>
          <w:rFonts w:ascii="Times New Roman" w:hAnsi="Times New Roman"/>
          <w:lang w:val="bg-BG" w:eastAsia="bg-BG"/>
        </w:rPr>
        <w:t>идентич</w:t>
      </w:r>
      <w:r w:rsidR="00E40179">
        <w:rPr>
          <w:rFonts w:ascii="Times New Roman" w:hAnsi="Times New Roman"/>
          <w:lang w:val="bg-BG" w:eastAsia="bg-BG"/>
        </w:rPr>
        <w:t>ни</w:t>
      </w:r>
      <w:r>
        <w:rPr>
          <w:rFonts w:ascii="Times New Roman" w:hAnsi="Times New Roman"/>
          <w:lang w:val="bg-BG" w:eastAsia="bg-BG"/>
        </w:rPr>
        <w:t xml:space="preserve"> или сход</w:t>
      </w:r>
      <w:r w:rsidR="00E40179">
        <w:rPr>
          <w:rFonts w:ascii="Times New Roman" w:hAnsi="Times New Roman"/>
          <w:lang w:val="bg-BG" w:eastAsia="bg-BG"/>
        </w:rPr>
        <w:t xml:space="preserve">ни </w:t>
      </w:r>
      <w:r w:rsidR="000139B5">
        <w:rPr>
          <w:rFonts w:ascii="Times New Roman" w:hAnsi="Times New Roman"/>
          <w:lang w:val="bg-BG" w:eastAsia="bg-BG"/>
        </w:rPr>
        <w:t>с т</w:t>
      </w:r>
      <w:r w:rsidR="00E40179">
        <w:rPr>
          <w:rFonts w:ascii="Times New Roman" w:hAnsi="Times New Roman"/>
          <w:lang w:val="bg-BG" w:eastAsia="bg-BG"/>
        </w:rPr>
        <w:t>е</w:t>
      </w:r>
      <w:r w:rsidR="000139B5">
        <w:rPr>
          <w:rFonts w:ascii="Times New Roman" w:hAnsi="Times New Roman"/>
          <w:lang w:val="bg-BG" w:eastAsia="bg-BG"/>
        </w:rPr>
        <w:t>зи на поръчката</w:t>
      </w:r>
      <w:r>
        <w:rPr>
          <w:rFonts w:ascii="Times New Roman" w:hAnsi="Times New Roman"/>
          <w:lang w:val="bg-BG" w:eastAsia="bg-BG"/>
        </w:rPr>
        <w:t>, през последните</w:t>
      </w:r>
      <w:r>
        <w:rPr>
          <w:rFonts w:ascii="Times New Roman" w:hAnsi="Times New Roman"/>
          <w:lang w:val="en-US" w:eastAsia="bg-BG"/>
        </w:rPr>
        <w:t xml:space="preserve"> </w:t>
      </w:r>
      <w:r w:rsidR="003D3F29">
        <w:rPr>
          <w:rFonts w:ascii="Times New Roman" w:hAnsi="Times New Roman"/>
          <w:lang w:val="bg-BG" w:eastAsia="bg-BG"/>
        </w:rPr>
        <w:t>три</w:t>
      </w:r>
      <w:r>
        <w:rPr>
          <w:rFonts w:ascii="Times New Roman" w:hAnsi="Times New Roman"/>
          <w:lang w:val="bg-BG" w:eastAsia="bg-BG"/>
        </w:rPr>
        <w:t xml:space="preserve"> години от датата на подаване на офертата, за </w:t>
      </w:r>
      <w:r w:rsidR="0005234D">
        <w:rPr>
          <w:rFonts w:ascii="Times New Roman" w:hAnsi="Times New Roman"/>
          <w:lang w:val="bg-BG" w:eastAsia="bg-BG"/>
        </w:rPr>
        <w:t xml:space="preserve">който е приложил </w:t>
      </w:r>
      <w:r w:rsidR="00F052D4">
        <w:rPr>
          <w:rFonts w:ascii="Times New Roman" w:hAnsi="Times New Roman"/>
          <w:lang w:val="bg-BG" w:eastAsia="bg-BG"/>
        </w:rPr>
        <w:t>документи, които доказват извършената доставки или услуга.</w:t>
      </w:r>
    </w:p>
    <w:tbl>
      <w:tblPr>
        <w:tblW w:w="8884" w:type="dxa"/>
        <w:jc w:val="center"/>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7"/>
        <w:gridCol w:w="2431"/>
        <w:gridCol w:w="1749"/>
        <w:gridCol w:w="1276"/>
        <w:gridCol w:w="2491"/>
      </w:tblGrid>
      <w:tr w:rsidR="0005234D" w:rsidRPr="00DB4E5C" w:rsidTr="0005234D">
        <w:trPr>
          <w:jc w:val="center"/>
        </w:trPr>
        <w:tc>
          <w:tcPr>
            <w:tcW w:w="937" w:type="dxa"/>
          </w:tcPr>
          <w:p w:rsidR="0005234D" w:rsidRPr="00FB6F33" w:rsidRDefault="0005234D" w:rsidP="006C2AB1">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05234D" w:rsidRPr="00DB4E5C" w:rsidRDefault="0005234D"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05234D" w:rsidRPr="00DB4E5C" w:rsidRDefault="0005234D"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05234D" w:rsidRPr="00DB4E5C" w:rsidRDefault="0005234D"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2491" w:type="dxa"/>
            <w:shd w:val="clear" w:color="auto" w:fill="auto"/>
          </w:tcPr>
          <w:p w:rsidR="0005234D" w:rsidRPr="00DB4E5C" w:rsidRDefault="0005234D"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r>
      <w:tr w:rsidR="0005234D" w:rsidRPr="00DB4E5C" w:rsidTr="0005234D">
        <w:trPr>
          <w:jc w:val="center"/>
        </w:trPr>
        <w:tc>
          <w:tcPr>
            <w:tcW w:w="937" w:type="dxa"/>
          </w:tcPr>
          <w:p w:rsidR="0005234D" w:rsidRPr="00DB4E5C" w:rsidRDefault="0005234D"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05234D" w:rsidRPr="0037674C" w:rsidRDefault="0005234D" w:rsidP="006C2AB1">
            <w:pPr>
              <w:spacing w:before="120" w:after="120"/>
              <w:jc w:val="both"/>
              <w:rPr>
                <w:rFonts w:ascii="Times New Roman" w:eastAsia="Calibri" w:hAnsi="Times New Roman"/>
                <w:szCs w:val="22"/>
                <w:lang w:val="en-US" w:eastAsia="bg-BG"/>
              </w:rPr>
            </w:pPr>
          </w:p>
        </w:tc>
        <w:tc>
          <w:tcPr>
            <w:tcW w:w="1749"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c>
          <w:tcPr>
            <w:tcW w:w="2491"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r>
      <w:tr w:rsidR="0005234D" w:rsidRPr="00DB4E5C" w:rsidTr="0005234D">
        <w:trPr>
          <w:jc w:val="center"/>
        </w:trPr>
        <w:tc>
          <w:tcPr>
            <w:tcW w:w="937" w:type="dxa"/>
          </w:tcPr>
          <w:p w:rsidR="0005234D" w:rsidRPr="00DB4E5C" w:rsidRDefault="0005234D"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c>
          <w:tcPr>
            <w:tcW w:w="2491"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r>
      <w:tr w:rsidR="0005234D" w:rsidRPr="00DB4E5C" w:rsidTr="0005234D">
        <w:trPr>
          <w:jc w:val="center"/>
        </w:trPr>
        <w:tc>
          <w:tcPr>
            <w:tcW w:w="937" w:type="dxa"/>
          </w:tcPr>
          <w:p w:rsidR="0005234D" w:rsidRPr="00DB4E5C" w:rsidRDefault="0005234D"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c>
          <w:tcPr>
            <w:tcW w:w="2491"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r>
      <w:tr w:rsidR="0005234D" w:rsidRPr="00DB4E5C" w:rsidTr="0005234D">
        <w:trPr>
          <w:jc w:val="center"/>
        </w:trPr>
        <w:tc>
          <w:tcPr>
            <w:tcW w:w="937" w:type="dxa"/>
          </w:tcPr>
          <w:p w:rsidR="0005234D" w:rsidRPr="00DB4E5C" w:rsidRDefault="0005234D"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c>
          <w:tcPr>
            <w:tcW w:w="2491" w:type="dxa"/>
            <w:shd w:val="clear" w:color="auto" w:fill="auto"/>
          </w:tcPr>
          <w:p w:rsidR="0005234D" w:rsidRPr="00DB4E5C" w:rsidRDefault="0005234D" w:rsidP="006C2AB1">
            <w:pPr>
              <w:spacing w:before="120" w:after="120"/>
              <w:jc w:val="both"/>
              <w:rPr>
                <w:rFonts w:ascii="Times New Roman" w:eastAsia="Calibri" w:hAnsi="Times New Roman"/>
                <w:szCs w:val="22"/>
                <w:lang w:val="bg-BG" w:eastAsia="bg-BG"/>
              </w:rPr>
            </w:pPr>
          </w:p>
        </w:tc>
      </w:tr>
    </w:tbl>
    <w:p w:rsidR="00740961" w:rsidRDefault="00740961" w:rsidP="00FA5C7E">
      <w:pPr>
        <w:spacing w:line="360" w:lineRule="auto"/>
        <w:ind w:firstLine="360"/>
        <w:jc w:val="both"/>
        <w:rPr>
          <w:rFonts w:ascii="Times New Roman" w:hAnsi="Times New Roman"/>
          <w:lang w:val="bg-BG"/>
        </w:rPr>
      </w:pPr>
    </w:p>
    <w:p w:rsidR="00FA5C7E" w:rsidRDefault="00F36839" w:rsidP="00FA5C7E">
      <w:pPr>
        <w:spacing w:line="360" w:lineRule="auto"/>
        <w:ind w:firstLine="360"/>
        <w:jc w:val="both"/>
        <w:rPr>
          <w:rFonts w:ascii="Times New Roman" w:hAnsi="Times New Roman"/>
          <w:lang w:val="bg-BG" w:eastAsia="bg-BG"/>
        </w:rPr>
      </w:pPr>
      <w:r w:rsidRPr="00F36839">
        <w:rPr>
          <w:rFonts w:ascii="Times New Roman" w:hAnsi="Times New Roman"/>
          <w:lang w:val="bg-BG"/>
        </w:rPr>
        <w:t>2.</w:t>
      </w:r>
      <w:r w:rsidRPr="00F36839">
        <w:rPr>
          <w:rFonts w:ascii="Times New Roman" w:hAnsi="Times New Roman"/>
          <w:lang w:val="bg-BG"/>
        </w:rPr>
        <w:tab/>
      </w:r>
      <w:r w:rsidR="00FA5C7E">
        <w:rPr>
          <w:rFonts w:ascii="Times New Roman" w:hAnsi="Times New Roman"/>
          <w:lang w:val="bg-BG"/>
        </w:rPr>
        <w:t xml:space="preserve">Прилагаме сертифицирана система за управление на качеството, съгласно БДС </w:t>
      </w:r>
      <w:r w:rsidR="00FA5C7E">
        <w:rPr>
          <w:rFonts w:ascii="Times New Roman" w:hAnsi="Times New Roman"/>
          <w:lang w:val="en-US"/>
        </w:rPr>
        <w:t>EN ISO</w:t>
      </w:r>
      <w:r w:rsidR="00FA5C7E">
        <w:rPr>
          <w:rFonts w:ascii="Times New Roman" w:hAnsi="Times New Roman"/>
          <w:lang w:val="bg-BG"/>
        </w:rPr>
        <w:t xml:space="preserve"> </w:t>
      </w:r>
      <w:r w:rsidR="00FA5C7E">
        <w:rPr>
          <w:rFonts w:ascii="Times New Roman" w:hAnsi="Times New Roman"/>
          <w:lang w:val="en-US"/>
        </w:rPr>
        <w:t>9001</w:t>
      </w:r>
      <w:r w:rsidR="00FA5C7E">
        <w:rPr>
          <w:rFonts w:ascii="Times New Roman" w:hAnsi="Times New Roman"/>
          <w:lang w:val="bg-BG"/>
        </w:rPr>
        <w:t xml:space="preserve"> или еквивалент,</w:t>
      </w:r>
      <w:r w:rsidRPr="00F36839">
        <w:rPr>
          <w:rFonts w:ascii="Times New Roman" w:hAnsi="Times New Roman"/>
          <w:bCs/>
          <w:color w:val="000000"/>
          <w:lang w:eastAsia="bg-BG"/>
        </w:rPr>
        <w:t xml:space="preserve"> с </w:t>
      </w:r>
      <w:proofErr w:type="spellStart"/>
      <w:r w:rsidRPr="00F36839">
        <w:rPr>
          <w:rFonts w:ascii="Times New Roman" w:hAnsi="Times New Roman"/>
          <w:bCs/>
          <w:color w:val="000000"/>
          <w:lang w:eastAsia="bg-BG"/>
        </w:rPr>
        <w:t>обхват</w:t>
      </w:r>
      <w:proofErr w:type="spellEnd"/>
      <w:r w:rsidRPr="00F36839">
        <w:rPr>
          <w:rFonts w:ascii="Times New Roman" w:hAnsi="Times New Roman"/>
          <w:bCs/>
          <w:color w:val="000000"/>
          <w:lang w:eastAsia="bg-BG"/>
        </w:rPr>
        <w:t xml:space="preserve"> </w:t>
      </w:r>
      <w:proofErr w:type="spellStart"/>
      <w:r w:rsidRPr="00F36839">
        <w:rPr>
          <w:rFonts w:ascii="Times New Roman" w:hAnsi="Times New Roman"/>
          <w:bCs/>
          <w:color w:val="000000"/>
          <w:lang w:eastAsia="bg-BG"/>
        </w:rPr>
        <w:t>покриващ</w:t>
      </w:r>
      <w:proofErr w:type="spellEnd"/>
      <w:r w:rsidRPr="00F36839">
        <w:rPr>
          <w:rFonts w:ascii="Times New Roman" w:hAnsi="Times New Roman"/>
          <w:bCs/>
          <w:color w:val="000000"/>
          <w:lang w:eastAsia="bg-BG"/>
        </w:rPr>
        <w:t xml:space="preserve"> </w:t>
      </w:r>
      <w:proofErr w:type="spellStart"/>
      <w:r w:rsidRPr="00F36839">
        <w:rPr>
          <w:rFonts w:ascii="Times New Roman" w:hAnsi="Times New Roman"/>
          <w:bCs/>
          <w:color w:val="000000"/>
          <w:lang w:eastAsia="bg-BG"/>
        </w:rPr>
        <w:t>предмета</w:t>
      </w:r>
      <w:proofErr w:type="spellEnd"/>
      <w:r w:rsidRPr="00F36839">
        <w:rPr>
          <w:rFonts w:ascii="Times New Roman" w:hAnsi="Times New Roman"/>
          <w:bCs/>
          <w:color w:val="000000"/>
          <w:lang w:eastAsia="bg-BG"/>
        </w:rPr>
        <w:t xml:space="preserve"> </w:t>
      </w:r>
      <w:proofErr w:type="spellStart"/>
      <w:r w:rsidRPr="00F36839">
        <w:rPr>
          <w:rFonts w:ascii="Times New Roman" w:hAnsi="Times New Roman"/>
          <w:bCs/>
          <w:color w:val="000000"/>
          <w:lang w:eastAsia="bg-BG"/>
        </w:rPr>
        <w:t>на</w:t>
      </w:r>
      <w:proofErr w:type="spellEnd"/>
      <w:r w:rsidRPr="00F36839">
        <w:rPr>
          <w:rFonts w:ascii="Times New Roman" w:hAnsi="Times New Roman"/>
          <w:bCs/>
          <w:color w:val="000000"/>
          <w:lang w:eastAsia="bg-BG"/>
        </w:rPr>
        <w:t xml:space="preserve"> </w:t>
      </w:r>
      <w:proofErr w:type="spellStart"/>
      <w:r w:rsidRPr="00F36839">
        <w:rPr>
          <w:rFonts w:ascii="Times New Roman" w:hAnsi="Times New Roman"/>
          <w:bCs/>
          <w:color w:val="000000"/>
          <w:lang w:eastAsia="bg-BG"/>
        </w:rPr>
        <w:t>поръчката</w:t>
      </w:r>
      <w:proofErr w:type="spellEnd"/>
      <w:r w:rsidR="00FA5C7E">
        <w:rPr>
          <w:rFonts w:ascii="Times New Roman" w:hAnsi="Times New Roman"/>
          <w:bCs/>
          <w:color w:val="000000"/>
          <w:lang w:val="bg-BG" w:eastAsia="bg-BG"/>
        </w:rPr>
        <w:t>,</w:t>
      </w:r>
      <w:r w:rsidR="00FA5C7E" w:rsidRPr="00FA5C7E">
        <w:rPr>
          <w:rFonts w:ascii="Times New Roman" w:hAnsi="Times New Roman"/>
          <w:lang w:val="bg-BG"/>
        </w:rPr>
        <w:t xml:space="preserve"> </w:t>
      </w:r>
      <w:r w:rsidR="00FA5C7E">
        <w:rPr>
          <w:rFonts w:ascii="Times New Roman" w:hAnsi="Times New Roman"/>
          <w:lang w:val="bg-BG"/>
        </w:rPr>
        <w:t>за което притежаваме сертификат №……………..…….. от…………г., издаден от …………………………..</w:t>
      </w:r>
    </w:p>
    <w:p w:rsidR="00813C3E" w:rsidRDefault="00813C3E" w:rsidP="00FA5C7E">
      <w:pPr>
        <w:spacing w:after="120" w:line="276" w:lineRule="auto"/>
        <w:rPr>
          <w:lang w:val="bg-BG"/>
        </w:rPr>
      </w:pPr>
      <w:r>
        <w:rPr>
          <w:lang w:val="bg-BG"/>
        </w:rPr>
        <w:t>................................................................................................................................................</w:t>
      </w:r>
    </w:p>
    <w:p w:rsidR="00FA5C7E" w:rsidRDefault="00FA5C7E" w:rsidP="00FA5C7E">
      <w:pPr>
        <w:pStyle w:val="BodyTextIndent2"/>
        <w:ind w:left="0"/>
        <w:jc w:val="both"/>
        <w:rPr>
          <w:szCs w:val="24"/>
          <w:lang w:val="bg-BG"/>
        </w:rPr>
      </w:pPr>
      <w:r>
        <w:rPr>
          <w:szCs w:val="24"/>
          <w:lang w:val="bg-BG"/>
        </w:rPr>
        <w:t>...............................................................................................................................................................</w:t>
      </w:r>
    </w:p>
    <w:p w:rsidR="00FA5C7E" w:rsidRDefault="00FA5C7E" w:rsidP="00FA5C7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FA5C7E" w:rsidRDefault="00FA5C7E" w:rsidP="00FA5C7E">
      <w:pPr>
        <w:pStyle w:val="BodyTextIndent2"/>
        <w:ind w:left="0"/>
        <w:jc w:val="center"/>
        <w:rPr>
          <w:szCs w:val="24"/>
          <w:lang w:val="bg-BG"/>
        </w:rPr>
      </w:pPr>
    </w:p>
    <w:p w:rsidR="00FA5C7E" w:rsidRDefault="00FA5C7E" w:rsidP="00FA5C7E">
      <w:pPr>
        <w:pStyle w:val="BodyTextIndent2"/>
        <w:ind w:left="0"/>
        <w:jc w:val="center"/>
        <w:rPr>
          <w:szCs w:val="24"/>
          <w:lang w:val="bg-BG"/>
        </w:rPr>
      </w:pPr>
    </w:p>
    <w:p w:rsidR="00FA5C7E" w:rsidRDefault="00FA5C7E" w:rsidP="00FA5C7E">
      <w:pPr>
        <w:pStyle w:val="BodyTextIndent2"/>
        <w:ind w:left="0"/>
        <w:jc w:val="center"/>
        <w:rPr>
          <w:szCs w:val="24"/>
          <w:lang w:val="bg-BG"/>
        </w:rPr>
      </w:pPr>
    </w:p>
    <w:p w:rsidR="00FA5C7E" w:rsidRDefault="00FA5C7E" w:rsidP="00FA5C7E">
      <w:pPr>
        <w:pStyle w:val="BodyTextIndent2"/>
        <w:ind w:left="0"/>
        <w:jc w:val="center"/>
        <w:rPr>
          <w:szCs w:val="24"/>
          <w:lang w:val="bg-BG"/>
        </w:rPr>
      </w:pPr>
    </w:p>
    <w:p w:rsidR="00FA5C7E" w:rsidRDefault="00FA5C7E" w:rsidP="00FA5C7E">
      <w:pPr>
        <w:pStyle w:val="BodyTextIndent2"/>
        <w:ind w:left="0"/>
        <w:rPr>
          <w:szCs w:val="24"/>
          <w:lang w:val="bg-BG"/>
        </w:rPr>
      </w:pPr>
      <w:r>
        <w:rPr>
          <w:szCs w:val="24"/>
          <w:lang w:val="bg-BG"/>
        </w:rPr>
        <w:t>или</w:t>
      </w:r>
    </w:p>
    <w:p w:rsidR="00FA5C7E" w:rsidRDefault="00FA5C7E" w:rsidP="00FA5C7E">
      <w:pPr>
        <w:pStyle w:val="BodyTextIndent2"/>
        <w:ind w:left="0"/>
        <w:jc w:val="both"/>
        <w:rPr>
          <w:szCs w:val="24"/>
          <w:lang w:val="bg-BG"/>
        </w:rPr>
      </w:pPr>
      <w:r>
        <w:rPr>
          <w:szCs w:val="24"/>
          <w:lang w:val="bg-BG"/>
        </w:rPr>
        <w:t>...............................................................................................................................................................</w:t>
      </w:r>
    </w:p>
    <w:p w:rsidR="00FA5C7E" w:rsidRDefault="00FA5C7E" w:rsidP="00FA5C7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FA5C7E" w:rsidRDefault="00FA5C7E" w:rsidP="00FA5C7E">
      <w:pPr>
        <w:spacing w:line="360" w:lineRule="auto"/>
        <w:jc w:val="both"/>
        <w:rPr>
          <w:rFonts w:ascii="Times New Roman" w:hAnsi="Times New Roman"/>
          <w:lang w:val="bg-BG"/>
        </w:rPr>
      </w:pPr>
    </w:p>
    <w:p w:rsidR="00FA5C7E" w:rsidRDefault="00FA5C7E" w:rsidP="00FA5C7E">
      <w:pPr>
        <w:spacing w:line="360" w:lineRule="auto"/>
        <w:ind w:firstLine="720"/>
        <w:jc w:val="both"/>
        <w:rPr>
          <w:rFonts w:ascii="Times New Roman" w:hAnsi="Times New Roman"/>
          <w:lang w:val="bg-BG"/>
        </w:rPr>
      </w:pPr>
      <w:r>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A5C7E" w:rsidRDefault="00FA5C7E" w:rsidP="00FA5C7E">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A5C7E" w:rsidRDefault="00FA5C7E" w:rsidP="00FA5C7E">
      <w:pPr>
        <w:spacing w:line="360" w:lineRule="auto"/>
        <w:ind w:firstLine="720"/>
        <w:jc w:val="both"/>
        <w:rPr>
          <w:rFonts w:ascii="Times New Roman" w:hAnsi="Times New Roman"/>
          <w:lang w:val="bg-BG"/>
        </w:rPr>
      </w:pPr>
    </w:p>
    <w:p w:rsidR="00FA5C7E" w:rsidRDefault="00FA5C7E" w:rsidP="00FA5C7E">
      <w:pPr>
        <w:spacing w:line="360" w:lineRule="auto"/>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FA5C7E" w:rsidRDefault="00FA5C7E" w:rsidP="00FA5C7E">
      <w:pPr>
        <w:jc w:val="both"/>
        <w:rPr>
          <w:rFonts w:ascii="Times New Roman" w:hAnsi="Times New Roman"/>
          <w:bCs/>
          <w:lang w:val="bg-BG"/>
        </w:rPr>
      </w:pPr>
    </w:p>
    <w:p w:rsidR="00FA5C7E" w:rsidRDefault="00FA5C7E" w:rsidP="00FA5C7E">
      <w:pPr>
        <w:jc w:val="both"/>
        <w:rPr>
          <w:rFonts w:ascii="Times New Roman" w:hAnsi="Times New Roman"/>
          <w:lang w:val="bg-BG"/>
        </w:rPr>
      </w:pPr>
      <w:r>
        <w:rPr>
          <w:rFonts w:ascii="Times New Roman" w:hAnsi="Times New Roman"/>
          <w:bCs/>
          <w:lang w:val="bg-BG"/>
        </w:rPr>
        <w:t>Забележка</w:t>
      </w:r>
      <w:r>
        <w:rPr>
          <w:rFonts w:ascii="Times New Roman" w:hAnsi="Times New Roman"/>
          <w:lang w:val="bg-BG"/>
        </w:rPr>
        <w:t>: Декларацията се подава от едно от лицата, които могат самостоятелно да представляват Участника.</w:t>
      </w:r>
    </w:p>
    <w:p w:rsidR="00FA5C7E" w:rsidRPr="00833F3F" w:rsidRDefault="00FA5C7E" w:rsidP="00833F3F">
      <w:pPr>
        <w:jc w:val="both"/>
        <w:rPr>
          <w:rFonts w:ascii="Times New Roman" w:hAnsi="Times New Roman"/>
          <w:lang w:val="en-US"/>
        </w:rPr>
      </w:pPr>
    </w:p>
    <w:sectPr w:rsidR="00FA5C7E" w:rsidRPr="00833F3F" w:rsidSect="00F86EA5">
      <w:pgSz w:w="11906" w:h="16838" w:code="9"/>
      <w:pgMar w:top="709" w:right="99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C4C" w:rsidRDefault="00193C4C">
      <w:r>
        <w:separator/>
      </w:r>
    </w:p>
  </w:endnote>
  <w:endnote w:type="continuationSeparator" w:id="0">
    <w:p w:rsidR="00193C4C" w:rsidRDefault="00193C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C4C" w:rsidRDefault="00193C4C">
      <w:r>
        <w:separator/>
      </w:r>
    </w:p>
  </w:footnote>
  <w:footnote w:type="continuationSeparator" w:id="0">
    <w:p w:rsidR="00193C4C" w:rsidRDefault="00193C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E503CA2"/>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39B5"/>
    <w:rsid w:val="00014726"/>
    <w:rsid w:val="00035E9A"/>
    <w:rsid w:val="00036A9C"/>
    <w:rsid w:val="00045E62"/>
    <w:rsid w:val="00047F8B"/>
    <w:rsid w:val="0005234D"/>
    <w:rsid w:val="000672AB"/>
    <w:rsid w:val="00096A17"/>
    <w:rsid w:val="000B2EF5"/>
    <w:rsid w:val="000E777D"/>
    <w:rsid w:val="000F713E"/>
    <w:rsid w:val="00104A77"/>
    <w:rsid w:val="00116D1F"/>
    <w:rsid w:val="00120C28"/>
    <w:rsid w:val="001241A9"/>
    <w:rsid w:val="00143683"/>
    <w:rsid w:val="001526BB"/>
    <w:rsid w:val="0015504D"/>
    <w:rsid w:val="00155102"/>
    <w:rsid w:val="00164155"/>
    <w:rsid w:val="00177145"/>
    <w:rsid w:val="00185C47"/>
    <w:rsid w:val="00193C4C"/>
    <w:rsid w:val="00196593"/>
    <w:rsid w:val="001A2CA2"/>
    <w:rsid w:val="001A5BA5"/>
    <w:rsid w:val="001B06B4"/>
    <w:rsid w:val="001C05F4"/>
    <w:rsid w:val="001C43DF"/>
    <w:rsid w:val="001D2483"/>
    <w:rsid w:val="002279E7"/>
    <w:rsid w:val="00236551"/>
    <w:rsid w:val="00242984"/>
    <w:rsid w:val="00255B41"/>
    <w:rsid w:val="00256565"/>
    <w:rsid w:val="00260F52"/>
    <w:rsid w:val="00263E97"/>
    <w:rsid w:val="002725B2"/>
    <w:rsid w:val="00274B49"/>
    <w:rsid w:val="00276776"/>
    <w:rsid w:val="002C1944"/>
    <w:rsid w:val="002D38C2"/>
    <w:rsid w:val="002D5CB3"/>
    <w:rsid w:val="002E0FD6"/>
    <w:rsid w:val="002E6B28"/>
    <w:rsid w:val="002F6951"/>
    <w:rsid w:val="002F7715"/>
    <w:rsid w:val="002F7D19"/>
    <w:rsid w:val="003101BD"/>
    <w:rsid w:val="003321F0"/>
    <w:rsid w:val="003347FB"/>
    <w:rsid w:val="00347087"/>
    <w:rsid w:val="0037674C"/>
    <w:rsid w:val="003A3E78"/>
    <w:rsid w:val="003B3DC5"/>
    <w:rsid w:val="003B53B2"/>
    <w:rsid w:val="003D3E14"/>
    <w:rsid w:val="003D3F29"/>
    <w:rsid w:val="004027FD"/>
    <w:rsid w:val="0041575E"/>
    <w:rsid w:val="00465CC8"/>
    <w:rsid w:val="004665C1"/>
    <w:rsid w:val="004666F5"/>
    <w:rsid w:val="0047085E"/>
    <w:rsid w:val="004864F5"/>
    <w:rsid w:val="004B0757"/>
    <w:rsid w:val="004B1680"/>
    <w:rsid w:val="004B28FD"/>
    <w:rsid w:val="004B64A4"/>
    <w:rsid w:val="004C754A"/>
    <w:rsid w:val="00511DE0"/>
    <w:rsid w:val="005131AB"/>
    <w:rsid w:val="00513BD6"/>
    <w:rsid w:val="005327B1"/>
    <w:rsid w:val="00535270"/>
    <w:rsid w:val="00537694"/>
    <w:rsid w:val="0057360D"/>
    <w:rsid w:val="00575C67"/>
    <w:rsid w:val="005864F8"/>
    <w:rsid w:val="00594DF8"/>
    <w:rsid w:val="005A05C2"/>
    <w:rsid w:val="005A0B91"/>
    <w:rsid w:val="005A0BA6"/>
    <w:rsid w:val="005A4AFB"/>
    <w:rsid w:val="005C082C"/>
    <w:rsid w:val="005D1813"/>
    <w:rsid w:val="005D6658"/>
    <w:rsid w:val="005E4070"/>
    <w:rsid w:val="005F0CF8"/>
    <w:rsid w:val="005F33B1"/>
    <w:rsid w:val="0060144E"/>
    <w:rsid w:val="00606604"/>
    <w:rsid w:val="00627491"/>
    <w:rsid w:val="006413B8"/>
    <w:rsid w:val="006541C5"/>
    <w:rsid w:val="00690973"/>
    <w:rsid w:val="00694B3C"/>
    <w:rsid w:val="00695443"/>
    <w:rsid w:val="006B2165"/>
    <w:rsid w:val="006C70BC"/>
    <w:rsid w:val="006D1D2D"/>
    <w:rsid w:val="006E3400"/>
    <w:rsid w:val="006E7757"/>
    <w:rsid w:val="007137EA"/>
    <w:rsid w:val="00726629"/>
    <w:rsid w:val="00732072"/>
    <w:rsid w:val="00740961"/>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33F3F"/>
    <w:rsid w:val="00854D9C"/>
    <w:rsid w:val="00863E88"/>
    <w:rsid w:val="00872198"/>
    <w:rsid w:val="00884CB5"/>
    <w:rsid w:val="008D4464"/>
    <w:rsid w:val="00915C68"/>
    <w:rsid w:val="0092704E"/>
    <w:rsid w:val="00940DD8"/>
    <w:rsid w:val="00941DAD"/>
    <w:rsid w:val="00945CF0"/>
    <w:rsid w:val="0094647F"/>
    <w:rsid w:val="009661E2"/>
    <w:rsid w:val="00967812"/>
    <w:rsid w:val="009D4D9C"/>
    <w:rsid w:val="00A27A89"/>
    <w:rsid w:val="00A35CFD"/>
    <w:rsid w:val="00A54A97"/>
    <w:rsid w:val="00A568C8"/>
    <w:rsid w:val="00A61C54"/>
    <w:rsid w:val="00A6505F"/>
    <w:rsid w:val="00A8007F"/>
    <w:rsid w:val="00AA6418"/>
    <w:rsid w:val="00AA7F40"/>
    <w:rsid w:val="00AD20B6"/>
    <w:rsid w:val="00AD4E33"/>
    <w:rsid w:val="00AE345B"/>
    <w:rsid w:val="00AF1240"/>
    <w:rsid w:val="00AF6EBF"/>
    <w:rsid w:val="00B04EEB"/>
    <w:rsid w:val="00B13DF4"/>
    <w:rsid w:val="00B2271E"/>
    <w:rsid w:val="00B22896"/>
    <w:rsid w:val="00B26970"/>
    <w:rsid w:val="00B372C4"/>
    <w:rsid w:val="00B4726C"/>
    <w:rsid w:val="00B61114"/>
    <w:rsid w:val="00B63A4A"/>
    <w:rsid w:val="00B747E0"/>
    <w:rsid w:val="00B8617B"/>
    <w:rsid w:val="00B948CD"/>
    <w:rsid w:val="00BA4FBB"/>
    <w:rsid w:val="00BA552E"/>
    <w:rsid w:val="00BB480B"/>
    <w:rsid w:val="00BD16A3"/>
    <w:rsid w:val="00BD4AFC"/>
    <w:rsid w:val="00BD79A8"/>
    <w:rsid w:val="00BE7081"/>
    <w:rsid w:val="00BF1F68"/>
    <w:rsid w:val="00BF225D"/>
    <w:rsid w:val="00C127DF"/>
    <w:rsid w:val="00C33C96"/>
    <w:rsid w:val="00C5458E"/>
    <w:rsid w:val="00C649BA"/>
    <w:rsid w:val="00C72940"/>
    <w:rsid w:val="00C90AF1"/>
    <w:rsid w:val="00C93F38"/>
    <w:rsid w:val="00CA3A57"/>
    <w:rsid w:val="00CD359F"/>
    <w:rsid w:val="00CF5A5C"/>
    <w:rsid w:val="00D23419"/>
    <w:rsid w:val="00D242EE"/>
    <w:rsid w:val="00D24740"/>
    <w:rsid w:val="00D32E1C"/>
    <w:rsid w:val="00D330F0"/>
    <w:rsid w:val="00D35D24"/>
    <w:rsid w:val="00D5249C"/>
    <w:rsid w:val="00D63D5A"/>
    <w:rsid w:val="00D7085A"/>
    <w:rsid w:val="00D91BE6"/>
    <w:rsid w:val="00D924BC"/>
    <w:rsid w:val="00D97CB8"/>
    <w:rsid w:val="00DB4E5C"/>
    <w:rsid w:val="00DB67F6"/>
    <w:rsid w:val="00DC079E"/>
    <w:rsid w:val="00DC454F"/>
    <w:rsid w:val="00DF4B90"/>
    <w:rsid w:val="00E40179"/>
    <w:rsid w:val="00E40A15"/>
    <w:rsid w:val="00E45F98"/>
    <w:rsid w:val="00E7030E"/>
    <w:rsid w:val="00E70E71"/>
    <w:rsid w:val="00E72906"/>
    <w:rsid w:val="00EB0810"/>
    <w:rsid w:val="00EC16B1"/>
    <w:rsid w:val="00ED0C4C"/>
    <w:rsid w:val="00ED229C"/>
    <w:rsid w:val="00EE3C7E"/>
    <w:rsid w:val="00EE667E"/>
    <w:rsid w:val="00EE6FFE"/>
    <w:rsid w:val="00F052D4"/>
    <w:rsid w:val="00F11FEC"/>
    <w:rsid w:val="00F2353D"/>
    <w:rsid w:val="00F36839"/>
    <w:rsid w:val="00F413C7"/>
    <w:rsid w:val="00F548CC"/>
    <w:rsid w:val="00F626B5"/>
    <w:rsid w:val="00F73F9C"/>
    <w:rsid w:val="00F86EA5"/>
    <w:rsid w:val="00F916E6"/>
    <w:rsid w:val="00FA5C7E"/>
    <w:rsid w:val="00FB6F33"/>
    <w:rsid w:val="00FD46CE"/>
    <w:rsid w:val="00FF3D50"/>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 w:id="190567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83</TotalTime>
  <Pages>2</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anmomchilova</cp:lastModifiedBy>
  <cp:revision>30</cp:revision>
  <cp:lastPrinted>2016-05-13T09:07:00Z</cp:lastPrinted>
  <dcterms:created xsi:type="dcterms:W3CDTF">2016-05-10T11:26:00Z</dcterms:created>
  <dcterms:modified xsi:type="dcterms:W3CDTF">2019-03-22T07:56:00Z</dcterms:modified>
</cp:coreProperties>
</file>